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C16473-D640-485A-87C8-8EB4702E8D18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